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C13A95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C13A95" w:rsidP="0083446C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446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C13A95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C13A9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3446C">
              <w:rPr>
                <w:rFonts w:ascii="Arial" w:hAnsi="Arial" w:cs="Arial"/>
                <w:noProof/>
                <w:sz w:val="18"/>
                <w:szCs w:val="18"/>
              </w:rPr>
              <w:t>Wednesday, 5 August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B9012C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83446C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69 year old gentleman with a BG of metastatic prostate cancer, currently receiving treatment by ED following an episode of aphasia, fluent, expressive. Stroke secondary prevention started.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4104640</wp:posOffset>
                      </wp:positionH>
                      <wp:positionV relativeFrom="paragraph">
                        <wp:posOffset>1945005</wp:posOffset>
                      </wp:positionV>
                      <wp:extent cx="81915" cy="621030"/>
                      <wp:effectExtent l="5080" t="9525" r="17780" b="64770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915" cy="621030"/>
                              </a:xfrm>
                              <a:custGeom>
                                <a:avLst/>
                                <a:gdLst>
                                  <a:gd name="T0" fmla="*/ 129 w 129"/>
                                  <a:gd name="T1" fmla="*/ 0 h 978"/>
                                  <a:gd name="T2" fmla="*/ 0 w 129"/>
                                  <a:gd name="T3" fmla="*/ 656 h 978"/>
                                  <a:gd name="T4" fmla="*/ 0 w 129"/>
                                  <a:gd name="T5" fmla="*/ 914 h 978"/>
                                  <a:gd name="T6" fmla="*/ 0 w 129"/>
                                  <a:gd name="T7" fmla="*/ 978 h 978"/>
                                  <a:gd name="T8" fmla="*/ 54 w 129"/>
                                  <a:gd name="T9" fmla="*/ 656 h 978"/>
                                  <a:gd name="T10" fmla="*/ 107 w 129"/>
                                  <a:gd name="T11" fmla="*/ 312 h 978"/>
                                  <a:gd name="T12" fmla="*/ 129 w 129"/>
                                  <a:gd name="T13" fmla="*/ 0 h 9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29" h="978">
                                    <a:moveTo>
                                      <a:pt x="129" y="0"/>
                                    </a:moveTo>
                                    <a:lnTo>
                                      <a:pt x="0" y="656"/>
                                    </a:lnTo>
                                    <a:lnTo>
                                      <a:pt x="0" y="914"/>
                                    </a:lnTo>
                                    <a:lnTo>
                                      <a:pt x="0" y="978"/>
                                    </a:lnTo>
                                    <a:lnTo>
                                      <a:pt x="54" y="656"/>
                                    </a:lnTo>
                                    <a:lnTo>
                                      <a:pt x="107" y="312"/>
                                    </a:lnTo>
                                    <a:lnTo>
                                      <a:pt x="129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7F9B6" id="Freeform 489" o:spid="_x0000_s1026" alt="Granite" style="position:absolute;margin-left:323.2pt;margin-top:153.15pt;width:6.45pt;height:48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9,9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" path="m129,l,656,,914r,64l54,656,107,312,129,xe">
                      <v:fill r:id="rId7" o:title="Granite" recolor="t" type="tile"/>
                      <v:path arrowok="t" o:connecttype="custom" o:connectlocs="81915,0;0,416560;0,580390;0,621030;34290,416560;67945,198120;81915,0" o:connectangles="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83446C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83446C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83446C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83446C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83446C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83446C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83446C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83446C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8344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8344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8344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8344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8344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8344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8344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8344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2346DE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83446C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F185F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83446C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19B02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F8273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C1029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B6CFA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3446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83446C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83446C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83446C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83446C" w:rsidRPr="00BE67C6" w:rsidRDefault="0083446C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83446C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46C" w:rsidRDefault="0083446C">
      <w:r>
        <w:separator/>
      </w:r>
    </w:p>
  </w:endnote>
  <w:endnote w:type="continuationSeparator" w:id="0">
    <w:p w:rsidR="0083446C" w:rsidRDefault="0083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46C" w:rsidRDefault="0083446C">
      <w:r>
        <w:separator/>
      </w:r>
    </w:p>
  </w:footnote>
  <w:footnote w:type="continuationSeparator" w:id="0">
    <w:p w:rsidR="0083446C" w:rsidRDefault="0083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83446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6C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B24F5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446C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9012C"/>
    <w:rsid w:val="00BC590F"/>
    <w:rsid w:val="00BE67C6"/>
    <w:rsid w:val="00C13A95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5A3DE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115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2020-08-07T09:00:00Z</dcterms:created>
  <dcterms:modified xsi:type="dcterms:W3CDTF">2020-08-07T09:00:00Z</dcterms:modified>
</cp:coreProperties>
</file>